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2628"/>
      </w:tblGrid>
      <w:tr w:rsidR="00C45A4A" w:rsidTr="009162FB">
        <w:tc>
          <w:tcPr>
            <w:tcW w:w="2628" w:type="dxa"/>
            <w:shd w:val="clear" w:color="auto" w:fill="FFFF99"/>
          </w:tcPr>
          <w:p w:rsidR="00C45A4A" w:rsidRPr="009162FB" w:rsidRDefault="00C45A4A" w:rsidP="001F7EAD">
            <w:pPr>
              <w:spacing w:before="100" w:beforeAutospacing="1" w:after="100" w:afterAutospacing="1" w:line="240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9162FB">
              <w:rPr>
                <w:rFonts w:eastAsia="Calibri"/>
                <w:i/>
                <w:sz w:val="22"/>
                <w:szCs w:val="22"/>
                <w:lang w:val="en-US"/>
              </w:rPr>
              <w:t>Обновлено 08.06.2016</w:t>
            </w:r>
          </w:p>
        </w:tc>
      </w:tr>
    </w:tbl>
    <w:p w:rsidR="00C45A4A" w:rsidRDefault="00C45A4A" w:rsidP="001F7EAD">
      <w:pPr>
        <w:spacing w:before="100" w:beforeAutospacing="1" w:after="100" w:afterAutospacing="1" w:line="240" w:lineRule="auto"/>
        <w:jc w:val="center"/>
      </w:pPr>
    </w:p>
    <w:p w:rsidR="00C45A4A" w:rsidRPr="001F7EAD" w:rsidRDefault="00C45A4A" w:rsidP="001F7EA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hyperlink r:id="rId4" w:history="1">
        <w:r w:rsidRPr="001F7EAD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eastAsia="ru-RU"/>
          </w:rPr>
          <w:t>ДОЛЯ РАБОТНИКОВ ОРГАНИЗАЦИИ С НИЗКИМ УРОВНЕМ ЗАРАБОТНОЙ ПЛАТЫ</w:t>
        </w:r>
        <w:r w:rsidRPr="001F7EAD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eastAsia="ru-RU"/>
          </w:rPr>
          <w:br/>
          <w:t>(НИЖЕ 2/3 МЕДИАНЫ ПОЧАСОВОГО ЗАРАБОТКА)</w:t>
        </w:r>
      </w:hyperlink>
      <w:r w:rsidRPr="001F7EAD">
        <w:rPr>
          <w:rFonts w:ascii="Arial" w:hAnsi="Arial" w:cs="Arial"/>
          <w:b/>
          <w:bCs/>
          <w:color w:val="000000"/>
          <w:sz w:val="20"/>
          <w:szCs w:val="20"/>
          <w:vertAlign w:val="superscript"/>
          <w:lang w:eastAsia="ru-RU"/>
        </w:rPr>
        <w:t>1)</w:t>
      </w:r>
      <w:r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t> </w:t>
      </w:r>
      <w:r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br/>
      </w:r>
      <w:r w:rsidRPr="001F7EAD">
        <w:rPr>
          <w:rFonts w:ascii="Times New Roman" w:hAnsi="Times New Roman"/>
          <w:color w:val="000000"/>
          <w:sz w:val="20"/>
          <w:szCs w:val="20"/>
          <w:lang w:eastAsia="ru-RU"/>
        </w:rPr>
        <w:t>в процентах</w:t>
      </w:r>
    </w:p>
    <w:tbl>
      <w:tblPr>
        <w:tblW w:w="9199" w:type="dxa"/>
        <w:jc w:val="center"/>
        <w:tblCellSpacing w:w="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413"/>
        <w:gridCol w:w="1621"/>
        <w:gridCol w:w="1744"/>
        <w:gridCol w:w="1168"/>
        <w:gridCol w:w="1253"/>
      </w:tblGrid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shd w:val="clear" w:color="auto" w:fill="8DB3E2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79" w:type="pct"/>
            <w:shd w:val="clear" w:color="auto" w:fill="8DB3E2"/>
            <w:vAlign w:val="center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46" w:type="pct"/>
            <w:shd w:val="clear" w:color="auto" w:fill="8DB3E2"/>
            <w:vAlign w:val="center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631" w:type="pct"/>
            <w:shd w:val="clear" w:color="auto" w:fill="8DB3E2"/>
            <w:vAlign w:val="center"/>
          </w:tcPr>
          <w:p w:rsidR="00C45A4A" w:rsidRPr="005D616B" w:rsidRDefault="00C45A4A" w:rsidP="00EA60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D616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643" w:type="pct"/>
            <w:shd w:val="clear" w:color="auto" w:fill="8DB3E2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2015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shd w:val="clear" w:color="auto" w:fill="FFFFFF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9" w:type="pct"/>
            <w:shd w:val="clear" w:color="auto" w:fill="FFFFFF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46" w:type="pct"/>
            <w:shd w:val="clear" w:color="auto" w:fill="FFFFFF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631" w:type="pct"/>
            <w:shd w:val="clear" w:color="auto" w:fill="FFFFFF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643" w:type="pct"/>
            <w:shd w:val="clear" w:color="auto" w:fill="FFFFFF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4985" w:type="pct"/>
            <w:gridSpan w:val="5"/>
            <w:shd w:val="clear" w:color="auto" w:fill="E3E3E3"/>
            <w:vAlign w:val="bottom"/>
          </w:tcPr>
          <w:p w:rsidR="00C45A4A" w:rsidRPr="001F7EAD" w:rsidRDefault="00C45A4A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по полу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32,9</w:t>
            </w:r>
          </w:p>
        </w:tc>
        <w:bookmarkStart w:id="0" w:name="_GoBack"/>
        <w:bookmarkEnd w:id="0"/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4985" w:type="pct"/>
            <w:gridSpan w:val="5"/>
            <w:shd w:val="clear" w:color="auto" w:fill="E3E3E3"/>
            <w:vAlign w:val="bottom"/>
          </w:tcPr>
          <w:p w:rsidR="00C45A4A" w:rsidRPr="001F7EAD" w:rsidRDefault="00C45A4A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по уровню образования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высшее профессиональное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среднее профессиональное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33,9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начальное профессиональное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среднее (полное) общее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общее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C45A4A" w:rsidRPr="00C35357" w:rsidTr="00E1392A">
        <w:trPr>
          <w:trHeight w:val="375"/>
          <w:tblCellSpacing w:w="7" w:type="dxa"/>
          <w:jc w:val="center"/>
        </w:trPr>
        <w:tc>
          <w:tcPr>
            <w:tcW w:w="1855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не имеют основного общего</w:t>
            </w:r>
          </w:p>
        </w:tc>
        <w:tc>
          <w:tcPr>
            <w:tcW w:w="879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46" w:type="pct"/>
            <w:vAlign w:val="bottom"/>
          </w:tcPr>
          <w:p w:rsidR="00C45A4A" w:rsidRPr="001F7EAD" w:rsidRDefault="00C45A4A" w:rsidP="001F7EA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31" w:type="pct"/>
            <w:vAlign w:val="bottom"/>
          </w:tcPr>
          <w:p w:rsidR="00C45A4A" w:rsidRPr="00F7323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643" w:type="pct"/>
            <w:vAlign w:val="center"/>
          </w:tcPr>
          <w:p w:rsidR="00C45A4A" w:rsidRPr="005D616B" w:rsidRDefault="00C45A4A" w:rsidP="00F7323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42,9</w:t>
            </w:r>
          </w:p>
        </w:tc>
      </w:tr>
    </w:tbl>
    <w:p w:rsidR="00C45A4A" w:rsidRPr="001F7EAD" w:rsidRDefault="00C45A4A" w:rsidP="001F7EA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F7EAD">
        <w:rPr>
          <w:rFonts w:ascii="Times New Roman" w:hAnsi="Times New Roman"/>
          <w:i/>
          <w:iCs/>
          <w:color w:val="000000"/>
          <w:sz w:val="15"/>
          <w:szCs w:val="15"/>
          <w:lang w:eastAsia="ru-RU"/>
        </w:rPr>
        <w:t>Источник: данные выборочного обследования о заработной плате работников по профессиональным группам за октябрь.</w:t>
      </w:r>
      <w:r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t> </w:t>
      </w:r>
      <w:r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br/>
      </w:r>
      <w:r w:rsidRPr="001F7EAD">
        <w:rPr>
          <w:rFonts w:ascii="Times New Roman" w:hAnsi="Times New Roman"/>
          <w:color w:val="000000"/>
          <w:sz w:val="15"/>
          <w:szCs w:val="15"/>
          <w:vertAlign w:val="superscript"/>
          <w:lang w:eastAsia="ru-RU"/>
        </w:rPr>
        <w:t>1)</w:t>
      </w:r>
      <w:r w:rsidRPr="001F7EAD">
        <w:rPr>
          <w:rFonts w:ascii="Times New Roman" w:hAnsi="Times New Roman"/>
          <w:color w:val="000000"/>
          <w:sz w:val="15"/>
          <w:szCs w:val="15"/>
          <w:lang w:eastAsia="ru-RU"/>
        </w:rPr>
        <w:t> По организациям, не относящимся к субъектам малого предпринимательства. По работникам, полностью отработавшим октябрь, без единовременных выплат.</w:t>
      </w:r>
    </w:p>
    <w:p w:rsidR="00C45A4A" w:rsidRDefault="00C45A4A"/>
    <w:sectPr w:rsidR="00C45A4A" w:rsidSect="00407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65A"/>
    <w:rsid w:val="001F7EAD"/>
    <w:rsid w:val="00243960"/>
    <w:rsid w:val="003657C7"/>
    <w:rsid w:val="00382CC7"/>
    <w:rsid w:val="00407844"/>
    <w:rsid w:val="005D616B"/>
    <w:rsid w:val="005D665A"/>
    <w:rsid w:val="009162FB"/>
    <w:rsid w:val="00AF355D"/>
    <w:rsid w:val="00C35357"/>
    <w:rsid w:val="00C45A4A"/>
    <w:rsid w:val="00E1392A"/>
    <w:rsid w:val="00EA60C7"/>
    <w:rsid w:val="00F55BBB"/>
    <w:rsid w:val="00F7323B"/>
    <w:rsid w:val="00F8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F7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F7EA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1F7EAD"/>
    <w:rPr>
      <w:rFonts w:cs="Times New Roman"/>
    </w:rPr>
  </w:style>
  <w:style w:type="table" w:styleId="TableGrid">
    <w:name w:val="Table Grid"/>
    <w:basedOn w:val="TableNormal"/>
    <w:uiPriority w:val="99"/>
    <w:locked/>
    <w:rsid w:val="009162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14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ks.ru/free_doc/new_site/population/bednost/glos/gl5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133</Words>
  <Characters>760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Владимировна</dc:creator>
  <cp:keywords/>
  <dc:description/>
  <cp:lastModifiedBy>Lazakovich</cp:lastModifiedBy>
  <cp:revision>6</cp:revision>
  <cp:lastPrinted>2014-09-03T06:36:00Z</cp:lastPrinted>
  <dcterms:created xsi:type="dcterms:W3CDTF">2016-06-06T06:29:00Z</dcterms:created>
  <dcterms:modified xsi:type="dcterms:W3CDTF">2016-06-08T12:43:00Z</dcterms:modified>
</cp:coreProperties>
</file>